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5339" w:rsidP="00715339" w:rsidRDefault="00FB3E24" w14:paraId="51AD021E" w14:textId="5E8E640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15339">
        <w:rPr>
          <w:rFonts w:ascii="Corbel" w:hAnsi="Corbel"/>
          <w:bCs/>
          <w:i/>
        </w:rPr>
        <w:t>Załącznik nr 1.5 do Zarządzenia Rektora UR  nr 12/2019</w:t>
      </w:r>
    </w:p>
    <w:p w:rsidR="00715339" w:rsidP="00715339" w:rsidRDefault="00715339" w14:paraId="75371F2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715339" w:rsidP="6488CF72" w:rsidRDefault="00715339" w14:paraId="5EB3D8DD" w14:textId="6E7E456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bookmarkStart w:name="_Hlk90550406" w:id="0"/>
      <w:r w:rsidRPr="6488CF72" w:rsidR="00715339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488CF72" w:rsidR="00D40C26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488CF72" w:rsidR="00715339">
        <w:rPr>
          <w:rFonts w:ascii="Corbel" w:hAnsi="Corbel"/>
          <w:i w:val="1"/>
          <w:iCs w:val="1"/>
          <w:smallCaps w:val="1"/>
          <w:sz w:val="24"/>
          <w:szCs w:val="24"/>
        </w:rPr>
        <w:t>2022/2023</w:t>
      </w:r>
      <w:r w:rsidRPr="6488CF72" w:rsidR="6E916771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  <w:r w:rsidRPr="6488CF72" w:rsidR="00715339">
        <w:rPr>
          <w:rFonts w:ascii="Corbel" w:hAnsi="Corbel"/>
          <w:i w:val="1"/>
          <w:iCs w:val="1"/>
          <w:smallCaps w:val="1"/>
          <w:sz w:val="24"/>
          <w:szCs w:val="24"/>
        </w:rPr>
        <w:t>-</w:t>
      </w:r>
      <w:r w:rsidRPr="6488CF72" w:rsidR="6E916771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  <w:r w:rsidRPr="6488CF72" w:rsidR="00715339">
        <w:rPr>
          <w:rFonts w:ascii="Corbel" w:hAnsi="Corbel"/>
          <w:i w:val="1"/>
          <w:iCs w:val="1"/>
          <w:smallCaps w:val="1"/>
          <w:sz w:val="24"/>
          <w:szCs w:val="24"/>
        </w:rPr>
        <w:t>2023/2024</w:t>
      </w:r>
    </w:p>
    <w:p w:rsidR="00715339" w:rsidP="6488CF72" w:rsidRDefault="00715339" w14:paraId="3493761F" w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6488CF72" w:rsidR="00715339">
        <w:rPr>
          <w:rFonts w:ascii="Corbel" w:hAnsi="Corbel"/>
          <w:i w:val="1"/>
          <w:iCs w:val="1"/>
          <w:sz w:val="20"/>
          <w:szCs w:val="20"/>
        </w:rPr>
        <w:t>(skrajne daty</w:t>
      </w:r>
      <w:r w:rsidRPr="6488CF72" w:rsidR="00715339">
        <w:rPr>
          <w:rFonts w:ascii="Corbel" w:hAnsi="Corbel"/>
          <w:sz w:val="20"/>
          <w:szCs w:val="20"/>
        </w:rPr>
        <w:t>)</w:t>
      </w:r>
    </w:p>
    <w:p w:rsidR="00715339" w:rsidP="6488CF72" w:rsidRDefault="00715339" w14:paraId="182742F4" w14:textId="452D3A37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15339">
        <w:rPr>
          <w:rFonts w:ascii="Corbel" w:hAnsi="Corbel"/>
          <w:sz w:val="20"/>
          <w:szCs w:val="20"/>
        </w:rPr>
        <w:t xml:space="preserve">Rok </w:t>
      </w:r>
      <w:r w:rsidR="00715339">
        <w:rPr>
          <w:rFonts w:ascii="Corbel" w:hAnsi="Corbel"/>
          <w:sz w:val="20"/>
          <w:szCs w:val="20"/>
        </w:rPr>
        <w:t>akademicki 2022</w:t>
      </w:r>
      <w:r w:rsidR="00715339">
        <w:rPr>
          <w:rFonts w:ascii="Corbel" w:hAnsi="Corbel"/>
          <w:sz w:val="20"/>
          <w:szCs w:val="20"/>
        </w:rPr>
        <w:t>/2023</w:t>
      </w:r>
      <w:r w:rsidR="00D40C26">
        <w:rPr>
          <w:rFonts w:ascii="Corbel" w:hAnsi="Corbel"/>
          <w:sz w:val="20"/>
          <w:szCs w:val="20"/>
        </w:rPr>
        <w:t>, 2023/2024</w:t>
      </w:r>
    </w:p>
    <w:bookmarkEnd w:id="0"/>
    <w:p w:rsidR="00FB3E24" w:rsidP="00715339" w:rsidRDefault="00FB3E24" w14:paraId="238E1D80" w14:textId="35404D4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FB3E24" w:rsidP="00FB3E24" w:rsidRDefault="00FB3E24" w14:paraId="1E0E713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3E24" w:rsidTr="6488CF72" w14:paraId="25D4A35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B195F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6488CF72" w:rsidRDefault="00FB3E24" w14:paraId="077B7217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488CF72" w:rsidR="00FB3E24">
              <w:rPr>
                <w:rFonts w:ascii="Corbel" w:hAnsi="Corbel"/>
                <w:b w:val="1"/>
                <w:bCs w:val="1"/>
                <w:sz w:val="24"/>
                <w:szCs w:val="24"/>
              </w:rPr>
              <w:t>Seminarium dyplomowe</w:t>
            </w:r>
          </w:p>
        </w:tc>
      </w:tr>
      <w:tr w:rsidR="00FB3E24" w:rsidTr="6488CF72" w14:paraId="05C2E77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698A0E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D40C26" w14:paraId="705847AF" w14:textId="46D825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0C26">
              <w:rPr>
                <w:rFonts w:ascii="Corbel" w:hAnsi="Corbel"/>
                <w:b w:val="0"/>
                <w:sz w:val="24"/>
                <w:szCs w:val="24"/>
              </w:rPr>
              <w:t>A2SO03</w:t>
            </w:r>
          </w:p>
        </w:tc>
      </w:tr>
      <w:tr w:rsidR="00FB3E24" w:rsidTr="6488CF72" w14:paraId="092E4C3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1372A8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6488CF72" w:rsidRDefault="00FB3E24" w14:paraId="5C677CDF" w14:textId="615DB50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488CF72" w:rsidR="00FB3E24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B3E24" w:rsidTr="6488CF72" w14:paraId="4271B34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502E54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1C7B54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FB3E24" w:rsidTr="6488CF72" w14:paraId="1D4583F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1EF7DD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604B2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FB3E24" w:rsidTr="6488CF72" w14:paraId="215FB9A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0EE434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63ADE60F" w14:textId="3FA2FD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FB3E24" w:rsidTr="6488CF72" w14:paraId="39C411E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7061D3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7409DF2F" w14:textId="3CC90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3E24" w:rsidTr="6488CF72" w14:paraId="47436E9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1EE85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BA6BAD" w14:paraId="267DE83F" w14:textId="67A4EB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B3E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B3E24" w:rsidTr="6488CF72" w14:paraId="76BF677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00F739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6488CF72" w:rsidRDefault="00FB3E24" w14:paraId="2768B39D" w14:textId="787AA61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488CF72" w:rsidR="00FB3E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I, II / II, III, IV </w:t>
            </w:r>
          </w:p>
        </w:tc>
      </w:tr>
      <w:tr w:rsidR="00FB3E24" w:rsidTr="6488CF72" w14:paraId="5D707FF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7F27A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1C46A68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FB3E24" w:rsidTr="6488CF72" w14:paraId="4C24CD8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FEABD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B7BEC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3E24" w:rsidTr="6488CF72" w14:paraId="26E15C0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AEE0E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59A4EB3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FB3E24" w:rsidTr="6488CF72" w14:paraId="255BF9F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E943C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00601907" w:rsidRDefault="00601907" w14:paraId="07DC314D" w14:textId="689AD4D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601907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01907">
              <w:rPr>
                <w:rFonts w:ascii="Corbel" w:hAnsi="Corbel"/>
                <w:b w:val="0"/>
                <w:sz w:val="24"/>
                <w:szCs w:val="24"/>
              </w:rPr>
              <w:t>dr hab. prof. UR Grzegorz Pastuszko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01907">
              <w:rPr>
                <w:rFonts w:ascii="Corbel" w:hAnsi="Corbel"/>
                <w:b w:val="0"/>
                <w:sz w:val="24"/>
                <w:szCs w:val="24"/>
              </w:rPr>
              <w:t>dr hab. prof. UR Artur Łuszczyński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01907"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01907">
              <w:rPr>
                <w:rFonts w:ascii="Corbel" w:hAnsi="Corbel"/>
                <w:b w:val="0"/>
                <w:sz w:val="24"/>
                <w:szCs w:val="24"/>
              </w:rPr>
              <w:t>dr Wojciech Kosior</w:t>
            </w:r>
          </w:p>
        </w:tc>
      </w:tr>
    </w:tbl>
    <w:p w:rsidR="00FB3E24" w:rsidP="00FB3E24" w:rsidRDefault="00FB3E24" w14:paraId="54914BE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B3E24" w:rsidP="00FB3E24" w:rsidRDefault="00FB3E24" w14:paraId="6519A83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B3E24" w:rsidP="00FB3E24" w:rsidRDefault="00FB3E24" w14:paraId="24575B3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B3E24" w:rsidP="00FB3E24" w:rsidRDefault="00FB3E24" w14:paraId="4654066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00"/>
        <w:gridCol w:w="752"/>
        <w:gridCol w:w="821"/>
        <w:gridCol w:w="763"/>
        <w:gridCol w:w="948"/>
        <w:gridCol w:w="1189"/>
        <w:gridCol w:w="1505"/>
      </w:tblGrid>
      <w:tr w:rsidR="00FB3E24" w:rsidTr="6488CF72" w14:paraId="61018FF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208696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B3E24" w:rsidRDefault="00FB3E24" w14:paraId="66375B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74BDEA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4E3E3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590FE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46791F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FBB37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C3C43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6EF33B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04334A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EB280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B3E24" w:rsidTr="6488CF72" w14:paraId="366847C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B3E24" w:rsidRDefault="00FB3E24" w14:paraId="37943B64" w14:textId="21E315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4CB72A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BA6BAD" w14:paraId="29F461B0" w14:textId="55FD62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1F546B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49A36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2B20C9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23D6D5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3CF43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415306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4F51" w:rsidR="00FB3E24" w:rsidP="1739B100" w:rsidRDefault="001A4F51" w14:paraId="293D796E" w14:textId="253C329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739B100" w:rsidR="38262575">
              <w:rPr>
                <w:rFonts w:ascii="Corbel" w:hAnsi="Corbel"/>
              </w:rPr>
              <w:t>5</w:t>
            </w:r>
          </w:p>
        </w:tc>
      </w:tr>
      <w:tr w:rsidR="00FB3E24" w:rsidTr="6488CF72" w14:paraId="0D68FEB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13FC4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5133E5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BA6BAD" w14:paraId="4EE63CD8" w14:textId="601B2E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  <w:r w:rsidR="00FB3E24">
              <w:rPr>
                <w:rFonts w:ascii="Corbel" w:hAnsi="Corbel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1B91B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656514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1C2E5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5CFD58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E28A9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9088E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4F51" w:rsidR="00FB3E24" w:rsidP="1739B100" w:rsidRDefault="001A4F51" w14:paraId="5845EB84" w14:textId="3334A805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739B100" w:rsidR="6B3C0745">
              <w:rPr>
                <w:rFonts w:ascii="Corbel" w:hAnsi="Corbel"/>
              </w:rPr>
              <w:t>5</w:t>
            </w:r>
          </w:p>
        </w:tc>
      </w:tr>
      <w:tr w:rsidR="00FB3E24" w:rsidTr="6488CF72" w14:paraId="1960934A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0FFFC1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619D76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BA6BAD" w14:paraId="70D111E3" w14:textId="69661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B3E2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1FA813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DF173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2EDE7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BDB63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2A75B9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16BD0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1A4F51" w14:paraId="203B2E01" w14:textId="0A966B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739B100" w:rsidR="082C518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6488CF72" w:rsidTr="6488CF72" w14:paraId="22961C3C">
        <w:trPr>
          <w:trHeight w:val="453"/>
        </w:trPr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825AC64" w:rsidP="6488CF72" w:rsidRDefault="0825AC64" w14:paraId="0C63024D" w14:textId="3DAE3E4E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488CF72" w:rsidR="0825AC64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Razem 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825AC64" w:rsidP="6488CF72" w:rsidRDefault="0825AC64" w14:paraId="36E59879" w14:textId="7C5EC615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488CF72" w:rsidR="0825AC64">
              <w:rPr>
                <w:rFonts w:ascii="Times New Roman" w:hAnsi="Times New Roman" w:eastAsia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6488CF72" w:rsidP="6488CF72" w:rsidRDefault="6488CF72" w14:paraId="3B6E5682" w14:textId="4A2DF2F7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6488CF72" w:rsidP="6488CF72" w:rsidRDefault="6488CF72" w14:paraId="1597A9BE" w14:textId="6C6B8EF1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6488CF72" w:rsidP="6488CF72" w:rsidRDefault="6488CF72" w14:paraId="1ECA74D9" w14:textId="33C4DF67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6488CF72" w:rsidP="6488CF72" w:rsidRDefault="6488CF72" w14:paraId="31A54551" w14:textId="1FE5BBA9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6488CF72" w:rsidP="6488CF72" w:rsidRDefault="6488CF72" w14:paraId="7B14F891" w14:textId="13480E89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6488CF72" w:rsidP="6488CF72" w:rsidRDefault="6488CF72" w14:paraId="6D9C9478" w14:textId="4504C5D4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825AC64" w:rsidP="6488CF72" w:rsidRDefault="0825AC64" w14:paraId="05B273D9" w14:textId="70DFA8DC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488CF72" w:rsidR="0825AC64">
              <w:rPr>
                <w:rFonts w:ascii="Times New Roman" w:hAnsi="Times New Roman" w:eastAsia="Times New Roman" w:cs="Times New Roman"/>
                <w:sz w:val="20"/>
                <w:szCs w:val="20"/>
              </w:rPr>
              <w:t>16</w:t>
            </w:r>
          </w:p>
        </w:tc>
      </w:tr>
    </w:tbl>
    <w:p w:rsidR="00FB3E24" w:rsidP="00FB3E24" w:rsidRDefault="00FB3E24" w14:paraId="616569C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B3E24" w:rsidP="00FB3E24" w:rsidRDefault="00FB3E24" w14:paraId="0A9840B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FB3E24" w:rsidP="00FB3E24" w:rsidRDefault="00FB3E24" w14:paraId="0DF6F67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+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FB3E24" w:rsidP="00FB3E24" w:rsidRDefault="00FB3E24" w14:paraId="5659C1C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B3E24" w:rsidP="00FB3E24" w:rsidRDefault="00FB3E24" w14:paraId="4C6B5F2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B3E24" w:rsidP="6488CF72" w:rsidRDefault="00FB3E24" w14:paraId="4E2F65E4" w14:textId="30434B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488CF72" w:rsidR="00FB3E24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488CF72" w:rsidR="00FB3E24">
        <w:rPr>
          <w:rFonts w:ascii="Corbel" w:hAnsi="Corbel"/>
          <w:caps w:val="0"/>
          <w:smallCaps w:val="0"/>
        </w:rPr>
        <w:t xml:space="preserve">Forma zaliczenia </w:t>
      </w:r>
      <w:proofErr w:type="gramStart"/>
      <w:r w:rsidRPr="6488CF72" w:rsidR="00FB3E24">
        <w:rPr>
          <w:rFonts w:ascii="Corbel" w:hAnsi="Corbel"/>
          <w:caps w:val="0"/>
          <w:smallCaps w:val="0"/>
        </w:rPr>
        <w:t>przedmiotu  (</w:t>
      </w:r>
      <w:proofErr w:type="gramEnd"/>
      <w:r w:rsidRPr="6488CF72" w:rsidR="00FB3E24">
        <w:rPr>
          <w:rFonts w:ascii="Corbel" w:hAnsi="Corbel"/>
          <w:caps w:val="0"/>
          <w:smallCaps w:val="0"/>
        </w:rPr>
        <w:t xml:space="preserve">z toku) </w:t>
      </w:r>
      <w:r w:rsidRPr="6488CF72" w:rsidR="00FB3E24">
        <w:rPr>
          <w:rFonts w:ascii="Corbel" w:hAnsi="Corbel"/>
          <w:b w:val="0"/>
          <w:bCs w:val="0"/>
          <w:caps w:val="0"/>
          <w:smallCaps w:val="0"/>
        </w:rPr>
        <w:t xml:space="preserve">(egzamin, zaliczenie z oceną, </w:t>
      </w:r>
      <w:r w:rsidRPr="6488CF72" w:rsidR="00FB3E24">
        <w:rPr>
          <w:rFonts w:ascii="Corbel" w:hAnsi="Corbel"/>
          <w:b w:val="1"/>
          <w:bCs w:val="1"/>
          <w:caps w:val="0"/>
          <w:smallCaps w:val="0"/>
          <w:u w:val="single"/>
        </w:rPr>
        <w:t>zaliczenie bez oceny</w:t>
      </w:r>
      <w:r w:rsidRPr="6488CF72" w:rsidR="00FB3E24">
        <w:rPr>
          <w:rFonts w:ascii="Corbel" w:hAnsi="Corbel"/>
          <w:b w:val="0"/>
          <w:bCs w:val="0"/>
          <w:caps w:val="0"/>
          <w:smallCaps w:val="0"/>
        </w:rPr>
        <w:t>)</w:t>
      </w:r>
      <w:r w:rsidRPr="6488CF72" w:rsidR="5938DF52">
        <w:rPr>
          <w:rFonts w:ascii="Corbel" w:hAnsi="Corbel"/>
          <w:b w:val="0"/>
          <w:bCs w:val="0"/>
          <w:caps w:val="0"/>
          <w:smallCaps w:val="0"/>
        </w:rPr>
        <w:t xml:space="preserve"> zaliczenie</w:t>
      </w:r>
    </w:p>
    <w:p w:rsidR="00FB3E24" w:rsidP="00FB3E24" w:rsidRDefault="00FB3E24" w14:paraId="0B64B12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3E24" w:rsidP="00FB3E24" w:rsidRDefault="00FB3E24" w14:paraId="30EDBA8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3E24" w:rsidP="00FB3E24" w:rsidRDefault="00FB3E24" w14:paraId="2B1A9DB3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63"/>
      </w:tblGrid>
      <w:tr w:rsidR="00FB3E24" w:rsidTr="00FB3E24" w14:paraId="77D1F229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372093C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Seminarzysta powinien posiadać podstawową wiedzę ogólną z zakresu nauk prawnych, ze szczególnym uwzględnieniem subdyscypliny objętej tematem seminarium. </w:t>
            </w:r>
          </w:p>
        </w:tc>
      </w:tr>
    </w:tbl>
    <w:p w:rsidR="00FB3E24" w:rsidP="00FB3E24" w:rsidRDefault="00FB3E24" w14:paraId="4C4409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B3E24" w:rsidP="6488CF72" w:rsidRDefault="00FB3E24" w14:paraId="693DACD3" w14:textId="646F5FF0">
      <w:pPr>
        <w:pStyle w:val="Punktygwne"/>
        <w:spacing w:before="0" w:after="0"/>
        <w:rPr>
          <w:rFonts w:ascii="Corbel" w:hAnsi="Corbel"/>
        </w:rPr>
      </w:pPr>
      <w:r w:rsidRPr="6488CF72" w:rsidR="00FB3E24">
        <w:rPr>
          <w:rFonts w:ascii="Corbel" w:hAnsi="Corbel"/>
        </w:rPr>
        <w:t xml:space="preserve">3. cele, efekty uczenia </w:t>
      </w:r>
      <w:r w:rsidRPr="6488CF72" w:rsidR="00FB3E24">
        <w:rPr>
          <w:rFonts w:ascii="Corbel" w:hAnsi="Corbel"/>
        </w:rPr>
        <w:t>się,</w:t>
      </w:r>
      <w:r w:rsidRPr="6488CF72" w:rsidR="00FB3E24">
        <w:rPr>
          <w:rFonts w:ascii="Corbel" w:hAnsi="Corbel"/>
        </w:rPr>
        <w:t xml:space="preserve"> treści Programowe i stosowane metody Dydaktyczne</w:t>
      </w:r>
    </w:p>
    <w:p w:rsidR="00FB3E24" w:rsidP="00FB3E24" w:rsidRDefault="00FB3E24" w14:paraId="7E1C11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B3E24" w:rsidP="00FB3E24" w:rsidRDefault="00FB3E24" w14:paraId="15E344E2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B3E24" w:rsidP="00FB3E24" w:rsidRDefault="00FB3E24" w14:paraId="4AD6452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2"/>
      </w:tblGrid>
      <w:tr w:rsidR="00FB3E24" w:rsidTr="00FB3E24" w14:paraId="67EA5646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1926D1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0134F6B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FB3E24" w:rsidTr="00FB3E24" w14:paraId="48675EFC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23FC9C5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2D05890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Przegląd podstawowych metod i narzędzi badawczych potrzebnych do napisania pracy dyplomowej</w:t>
            </w:r>
          </w:p>
        </w:tc>
      </w:tr>
      <w:tr w:rsidR="00FB3E24" w:rsidTr="00FB3E24" w14:paraId="31641A8C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40B3CA4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4C63F2B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FB3E24" w:rsidTr="00FB3E24" w14:paraId="3C4E970D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685B373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0E610D7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prowadzenia własnych badań naukowych w obszarze nauk prawnych oraz do samodzielnego opracowywania i prezentowania ich wyników w formie pracy dyplomowej.</w:t>
            </w:r>
          </w:p>
        </w:tc>
      </w:tr>
    </w:tbl>
    <w:p w:rsidR="00FB3E24" w:rsidP="00FB3E24" w:rsidRDefault="00FB3E24" w14:paraId="2E059B2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B3E24" w:rsidP="00FB3E24" w:rsidRDefault="00FB3E24" w14:paraId="281CE67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B3E24" w:rsidP="00FB3E24" w:rsidRDefault="00FB3E24" w14:paraId="77C1C31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B3E24" w:rsidTr="00DA190E" w14:paraId="1D6D9F74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5F65FF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671164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213C3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3E24" w:rsidTr="00DA190E" w14:paraId="13607E31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18ADB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A190E" w:rsidR="00DA190E" w:rsidP="00DA190E" w:rsidRDefault="00DA190E" w14:paraId="134850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:rsidR="00FB3E24" w:rsidP="00DA190E" w:rsidRDefault="00DA190E" w14:paraId="170F524A" w14:textId="5846C8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41D494E2" w14:textId="6B4528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FB3E24" w:rsidTr="00DA190E" w14:paraId="19739265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7D5DA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A190E" w:rsidR="00DA190E" w:rsidP="00DA190E" w:rsidRDefault="00DA190E" w14:paraId="4406AD0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relacjach między nimi a jednostką i instytucjami społecznymi w odniesieniu</w:t>
            </w:r>
          </w:p>
          <w:p w:rsidR="00FB3E24" w:rsidP="00DA190E" w:rsidRDefault="00DA190E" w14:paraId="622632D1" w14:textId="4F2975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do wybranych struktur i instytucji społecznych;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6E785576" w14:textId="78352E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B3E24" w:rsidTr="00DA190E" w14:paraId="75F6F73D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01C3F0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54E8875C" w14:textId="38EB12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79DA605" w14:textId="67864B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FB3E24" w:rsidTr="00DA190E" w14:paraId="235DBDDA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E77CE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754860FB" w14:textId="679214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się pogłębioną wiedzą na temat teorii naukowych właściwych dla kierunku administracja oraz ma rozszerzoną wiedzę w zakresie miejsca i znaczenia nauk społecznych w systemie nauk oraz rozpoznaje ich relacje do innych nauk społecznych, znając zarys ewolucji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instytucji administracyjnych i prawnych, a także posiadając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szeroką wiedzę o poglądach doktryny i orzecznictwa na temat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struktur i instytucji  administracyjno-prawnych;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4BD75D1" w14:textId="7DDCC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FB3E24" w:rsidTr="00DA190E" w14:paraId="755D570B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5E490F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33E315B5" w14:textId="1E64EA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Zna i rozumie metodologie pracy umysłowej i reguły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pisania prac naukowych;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29C4938D" w14:textId="615D8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FB3E24" w:rsidTr="00DA190E" w14:paraId="6DF08C68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8E144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150D8D96" w14:textId="4C374A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43FD77FA" w14:textId="549A0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FB3E24" w:rsidTr="00DA190E" w14:paraId="0DCFBC5D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404762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0DA51C7A" w14:textId="404DC9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pozyskiwać dane dla analizowania procesów i zjawisk a także prawidłowo posługiwać się wiedzą z zakresu nauk o prawie i administracji oraz podstawową wiedzą interdyscyplinarną do przygotowania rozwiązań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problemów;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2421FEF" w14:textId="57BA7C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B3E24" w:rsidTr="00DA190E" w14:paraId="008E0B90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579F9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A190E" w:rsidR="00DA190E" w:rsidP="00DA190E" w:rsidRDefault="00DA190E" w14:paraId="00BDC9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</w:p>
          <w:p w:rsidR="00FB3E24" w:rsidP="00DA190E" w:rsidRDefault="00DA190E" w14:paraId="63667D4B" w14:textId="0BE057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6DE18A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B3E24" w:rsidTr="00DA190E" w14:paraId="282CF861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7087806" w14:textId="4AE1F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7083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1AF17F49" w14:textId="3D2E6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3DACC5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FB3E24" w:rsidP="00FB3E24" w:rsidRDefault="00FB3E24" w14:paraId="60416FD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3E24" w:rsidP="00FB3E24" w:rsidRDefault="00FB3E24" w14:paraId="496C535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B3E24" w:rsidP="00FB3E24" w:rsidRDefault="00FB3E24" w14:paraId="5BC5E7FA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488CF72" w:rsidR="00FB3E24">
        <w:rPr>
          <w:rFonts w:ascii="Corbel" w:hAnsi="Corbel"/>
          <w:sz w:val="24"/>
          <w:szCs w:val="24"/>
        </w:rPr>
        <w:t xml:space="preserve">Problematyka wykładu </w:t>
      </w:r>
    </w:p>
    <w:p w:rsidR="6488CF72" w:rsidP="6488CF72" w:rsidRDefault="6488CF72" w14:paraId="4B8B6375" w14:textId="0756CD3B">
      <w:pPr>
        <w:spacing w:after="0" w:line="240" w:lineRule="auto"/>
        <w:rPr>
          <w:rFonts w:ascii="Corbel" w:hAnsi="Corbel"/>
          <w:sz w:val="24"/>
          <w:szCs w:val="24"/>
        </w:rPr>
      </w:pPr>
    </w:p>
    <w:p w:rsidR="00FB3E24" w:rsidP="00FB3E24" w:rsidRDefault="00FB3E24" w14:paraId="3E33DAC5" w14:textId="0B9422E1">
      <w:pPr>
        <w:spacing w:after="0" w:line="240" w:lineRule="auto"/>
        <w:rPr>
          <w:rFonts w:ascii="Corbel" w:hAnsi="Corbel"/>
          <w:sz w:val="24"/>
          <w:szCs w:val="24"/>
        </w:rPr>
      </w:pPr>
      <w:r w:rsidRPr="53B5733B" w:rsidR="299EB363">
        <w:rPr>
          <w:rFonts w:ascii="Corbel" w:hAnsi="Corbel"/>
          <w:sz w:val="24"/>
          <w:szCs w:val="24"/>
        </w:rPr>
        <w:t>Nie dotyczy</w:t>
      </w:r>
    </w:p>
    <w:p w:rsidR="53B5733B" w:rsidP="53B5733B" w:rsidRDefault="53B5733B" w14:paraId="56B81846" w14:textId="13F33DED">
      <w:pPr>
        <w:pStyle w:val="Normalny"/>
        <w:spacing w:after="0" w:line="240" w:lineRule="auto"/>
        <w:rPr>
          <w:rFonts w:ascii="Calibri" w:hAnsi="Calibri" w:eastAsia="Calibri" w:cs="Times New Roman"/>
          <w:sz w:val="22"/>
          <w:szCs w:val="22"/>
        </w:rPr>
      </w:pPr>
    </w:p>
    <w:p w:rsidR="00FB3E24" w:rsidP="00FB3E24" w:rsidRDefault="00FB3E24" w14:paraId="665C8DE2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B3E24" w:rsidP="00FB3E24" w:rsidRDefault="00FB3E24" w14:paraId="07BBFA8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="00FB3E24" w:rsidTr="6488CF72" w14:paraId="454A991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3586" w:rsidR="00FB3E24" w:rsidRDefault="00FB3E24" w14:paraId="51870EAB" w14:textId="4243570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name="_Hlk90462210" w:id="1"/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 w:rsidR="008D35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3E24" w:rsidTr="6488CF72" w14:paraId="54DF9DE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3586" w:rsidR="00FB3E24" w:rsidP="6488CF72" w:rsidRDefault="00FB3E24" w14:paraId="7B3900C6" w14:textId="1777D464">
            <w:pPr>
              <w:spacing w:after="0"/>
              <w:ind/>
              <w:rPr>
                <w:rFonts w:ascii="Corbel" w:hAnsi="Corbel"/>
                <w:sz w:val="24"/>
                <w:szCs w:val="24"/>
              </w:rPr>
            </w:pPr>
            <w:r w:rsidRPr="6488CF72" w:rsidR="00FB3E24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</w:tc>
      </w:tr>
      <w:tr w:rsidR="008D3586" w:rsidTr="6488CF72" w14:paraId="089F5F4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3F7F1041" w14:textId="7BDD11A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8D3586" w:rsidTr="6488CF72" w14:paraId="4372F01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5C3A4B98" w14:textId="4B316D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D3586" w:rsidTr="6488CF72" w14:paraId="2651874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0627220A" w14:textId="54C24C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8D3586" w:rsidTr="6488CF72" w14:paraId="53A5D8F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7BB7C24C" w14:textId="70F7D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8D3586" w:rsidTr="6488CF72" w14:paraId="791F340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RDefault="008D3586" w14:paraId="545C6F1B" w14:textId="0376CC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8D3586" w:rsidTr="6488CF72" w14:paraId="01AA0F4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RDefault="008D3586" w14:paraId="5B0248A7" w14:textId="18B678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8D3586" w:rsidTr="6488CF72" w14:paraId="3635973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RDefault="008D3586" w14:paraId="732A3B65" w14:textId="4ED8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FB3E24" w:rsidTr="6488CF72" w14:paraId="5AA6163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FB3E24" w:rsidRDefault="008D3586" w14:paraId="21B93EAC" w14:textId="0AACE9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8D3586" w:rsidTr="6488CF72" w14:paraId="1C0EDE0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RDefault="008D3586" w14:paraId="7D17FB41" w14:textId="7F8E05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8D3586" w:rsidTr="6488CF72" w14:paraId="5A913F8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4B280D40" w14:textId="3990173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FB3E24" w:rsidTr="6488CF72" w14:paraId="465DFC8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FB3E24" w:rsidRDefault="008D3586" w14:paraId="30AF0BA1" w14:textId="79165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  <w:bookmarkEnd w:id="1"/>
    </w:tbl>
    <w:p w:rsidR="00FB3E24" w:rsidP="00FB3E24" w:rsidRDefault="00FB3E24" w14:paraId="1EAE77A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3E24" w:rsidP="6488CF72" w:rsidRDefault="00FB3E24" w14:paraId="1EDA32F6" w14:textId="2B6D288A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6488CF72" w:rsidR="00FB3E24">
        <w:rPr>
          <w:rFonts w:ascii="Corbel" w:hAnsi="Corbel"/>
          <w:caps w:val="0"/>
          <w:smallCaps w:val="0"/>
        </w:rPr>
        <w:t>3.4 Metody dydaktyczne</w:t>
      </w:r>
      <w:r w:rsidRPr="6488CF72" w:rsidR="00FB3E24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FB3E24" w:rsidP="00FB3E24" w:rsidRDefault="00FB3E24" w14:paraId="6B520B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3E24" w:rsidP="00A75658" w:rsidRDefault="00FB3E24" w14:paraId="45924B22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Prezentacja zaplanowanych badań, rozwiązywanie problemów i zadań, przegląd literatury naukowej, praca w grupach, dyskusja</w:t>
      </w:r>
    </w:p>
    <w:p w:rsidR="00FB3E24" w:rsidP="00FB3E24" w:rsidRDefault="00FB3E24" w14:paraId="18593DA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B3E24" w:rsidP="00FB3E24" w:rsidRDefault="00FB3E24" w14:paraId="329E210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B3E24" w:rsidP="00FB3E24" w:rsidRDefault="00FB3E24" w14:paraId="776503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B3E24" w:rsidP="00FB3E24" w:rsidRDefault="00FB3E24" w14:paraId="79387B3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B3E24" w:rsidP="00FB3E24" w:rsidRDefault="00FB3E24" w14:paraId="06DBD6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B3E24" w:rsidTr="00FB3E24" w14:paraId="68DD752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3AB19D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4AF9F3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B3E24" w:rsidRDefault="00FB3E24" w14:paraId="71F880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65780D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B3E24" w:rsidRDefault="00FB3E24" w14:paraId="49AF65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3E24" w:rsidTr="00FB3E24" w14:paraId="55F7E6C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2E4D7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01, Ek_ 02, EK_03, EK_04, EK_05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01CCA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B84F0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B3E24" w:rsidTr="00FB3E24" w14:paraId="4C201F8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225D0B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66876C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467C5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B3E24" w:rsidTr="00FB3E24" w14:paraId="358D937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0766A4E9" w14:textId="26C88E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07D14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02709E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FB3E24" w:rsidP="00FB3E24" w:rsidRDefault="00FB3E24" w14:paraId="135ED3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37E60C0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B3E24" w:rsidP="00FB3E24" w:rsidRDefault="00FB3E24" w14:paraId="0F6954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63"/>
      </w:tblGrid>
      <w:tr w:rsidR="00FB3E24" w:rsidTr="6488CF72" w14:paraId="040C8320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P="6488CF72" w:rsidRDefault="00FB3E24" w14:paraId="24AFAFFA" w14:textId="4B25C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88CF72" w:rsidR="00FB3E24">
              <w:rPr>
                <w:rFonts w:ascii="Corbel" w:hAnsi="Corbel"/>
                <w:b w:val="0"/>
                <w:bCs w:val="0"/>
                <w:caps w:val="0"/>
                <w:smallCaps w:val="0"/>
              </w:rPr>
              <w:t>Forma zakończenia:</w:t>
            </w:r>
            <w:r w:rsidRPr="6488CF72" w:rsidR="554CC01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488CF72" w:rsidR="00FB3E24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zaliczenie.</w:t>
            </w:r>
          </w:p>
          <w:p w:rsidR="6488CF72" w:rsidP="6488CF72" w:rsidRDefault="6488CF72" w14:paraId="045EF33B" w14:textId="729C7B5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FB3E24" w:rsidP="00601907" w:rsidRDefault="00FB3E24" w14:paraId="02FECD0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:rsidR="00FB3E24" w:rsidP="00FB3E24" w:rsidRDefault="00FB3E24" w14:paraId="6F0F26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33482FA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B3E24" w:rsidP="00FB3E24" w:rsidRDefault="00FB3E24" w14:paraId="735935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3E24" w:rsidTr="6488CF72" w14:paraId="3E39DFF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4069E1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9098B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E24" w:rsidTr="6488CF72" w14:paraId="5D64782C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4D526D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B94380" w14:paraId="6E375FD6" w14:textId="546CF9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FB3E24" w:rsidTr="6488CF72" w14:paraId="30AE4885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72630B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B3E24" w:rsidRDefault="00FB3E24" w14:paraId="5CB632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B94380" w14:paraId="54C55081" w14:textId="2D4470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E7083C">
              <w:rPr>
                <w:rFonts w:ascii="Corbel" w:hAnsi="Corbel"/>
                <w:sz w:val="24"/>
                <w:szCs w:val="24"/>
              </w:rPr>
              <w:t>0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FB3E24" w:rsidTr="6488CF72" w14:paraId="6E9E2110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2920E0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B3E24" w:rsidRDefault="00FB3E24" w14:paraId="6D42DB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E7083C" w14:paraId="38FA1FAE" w14:textId="2AC48E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4380">
              <w:rPr>
                <w:rFonts w:ascii="Corbel" w:hAnsi="Corbel"/>
                <w:sz w:val="24"/>
                <w:szCs w:val="24"/>
              </w:rPr>
              <w:t>25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FB3E24" w:rsidTr="6488CF72" w14:paraId="37EC6B0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43674E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6D322618" w14:textId="5A3E84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88CF72" w:rsidR="003BF7DE">
              <w:rPr>
                <w:rFonts w:ascii="Corbel" w:hAnsi="Corbel"/>
                <w:sz w:val="24"/>
                <w:szCs w:val="24"/>
              </w:rPr>
              <w:t>400</w:t>
            </w:r>
            <w:r w:rsidRPr="6488CF72" w:rsidR="00FB3E2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B3E24" w:rsidTr="6488CF72" w14:paraId="14A9AD25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03D356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5DA817E6" w14:textId="2D3D2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708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FB3E24" w:rsidP="00FB3E24" w:rsidRDefault="00FB3E24" w14:paraId="4C642F1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B3E24" w:rsidP="00FB3E24" w:rsidRDefault="00FB3E24" w14:paraId="3A6E9C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4066A3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B3E24" w:rsidP="00FB3E24" w:rsidRDefault="00FB3E24" w14:paraId="3C9F19D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FB3E24" w:rsidP="6488CF72" w:rsidRDefault="00FB3E24" w14:paraId="35E79A1F" w14:textId="631E012F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  <w:r w:rsidRPr="6488CF72" w:rsidR="6676EB16">
        <w:rPr>
          <w:rFonts w:ascii="Corbel" w:hAnsi="Corbel"/>
          <w:b w:val="0"/>
          <w:bCs w:val="0"/>
          <w:caps w:val="0"/>
          <w:smallCaps w:val="0"/>
        </w:rPr>
        <w:t xml:space="preserve">Nie dotyczy </w:t>
      </w:r>
    </w:p>
    <w:p w:rsidR="6488CF72" w:rsidP="6488CF72" w:rsidRDefault="6488CF72" w14:paraId="19C49AF8" w14:textId="39AEB46C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="00FB3E24" w:rsidP="00FB3E24" w:rsidRDefault="00FB3E24" w14:paraId="111070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FB3E24" w:rsidP="00FB3E24" w:rsidRDefault="00FB3E24" w14:paraId="3EB8C5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FB3E24" w:rsidTr="6488CF72" w14:paraId="542F328C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P="6488CF72" w:rsidRDefault="00FB3E24" w14:paraId="51703D29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488CF72" w:rsidR="00FB3E24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488CF72" w:rsidP="6488CF72" w:rsidRDefault="6488CF72" w14:paraId="4ED375AC" w14:textId="52A27D0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FB3E24" w:rsidRDefault="00FB3E24" w14:paraId="59E73F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Creswell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J.W., 2013. Projektowanie badań naukowych – metody jakościowe, ilościowe i mieszane Wydawnictwo UJ. Kraków. </w:t>
            </w:r>
          </w:p>
          <w:p w:rsidR="00FB3E24" w:rsidRDefault="00FB3E24" w14:paraId="177B5F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D., Metody badawcze w naukach społecznych, Zysk i S-ka Wydawnictwo S.C., Poznań 2001 </w:t>
            </w:r>
          </w:p>
          <w:p w:rsidR="00FB3E24" w:rsidRDefault="00FB3E24" w14:paraId="731DAA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FB3E24" w:rsidTr="6488CF72" w14:paraId="3DF58744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P="6488CF72" w:rsidRDefault="00FB3E24" w14:paraId="1FF722DB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488CF72" w:rsidR="00FB3E24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488CF72" w:rsidP="6488CF72" w:rsidRDefault="6488CF72" w14:paraId="115A4E44" w14:textId="786B69F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921F51" w:rsidP="00921F51" w:rsidRDefault="00921F51" w14:paraId="31B3133B" w14:textId="6700E6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Pieter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Ogólna metodologia pracy naukowej, Wrocław-Warszawa-Kraków 1967.</w:t>
            </w:r>
          </w:p>
        </w:tc>
      </w:tr>
    </w:tbl>
    <w:p w:rsidR="00FB3E24" w:rsidP="00FB3E24" w:rsidRDefault="00FB3E24" w14:paraId="0F5304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7EDEE4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47F6C6F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FB3E24" w:rsidR="0085747A" w:rsidP="00FB3E24" w:rsidRDefault="0085747A" w14:paraId="4F023FD2" w14:textId="22B25068"/>
    <w:sectPr w:rsidRPr="00FB3E24" w:rsidR="0085747A" w:rsidSect="00715339">
      <w:pgSz w:w="11906" w:h="16838" w:orient="portrait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0BB5" w:rsidP="00C16ABF" w:rsidRDefault="00E60BB5" w14:paraId="76602429" w14:textId="77777777">
      <w:pPr>
        <w:spacing w:after="0" w:line="240" w:lineRule="auto"/>
      </w:pPr>
      <w:r>
        <w:separator/>
      </w:r>
    </w:p>
  </w:endnote>
  <w:endnote w:type="continuationSeparator" w:id="0">
    <w:p w:rsidR="00E60BB5" w:rsidP="00C16ABF" w:rsidRDefault="00E60BB5" w14:paraId="0E517F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0BB5" w:rsidP="00C16ABF" w:rsidRDefault="00E60BB5" w14:paraId="4FD9B9E4" w14:textId="77777777">
      <w:pPr>
        <w:spacing w:after="0" w:line="240" w:lineRule="auto"/>
      </w:pPr>
      <w:r>
        <w:separator/>
      </w:r>
    </w:p>
  </w:footnote>
  <w:footnote w:type="continuationSeparator" w:id="0">
    <w:p w:rsidR="00E60BB5" w:rsidP="00C16ABF" w:rsidRDefault="00E60BB5" w14:paraId="6FE95DCB" w14:textId="77777777">
      <w:pPr>
        <w:spacing w:after="0" w:line="240" w:lineRule="auto"/>
      </w:pPr>
      <w:r>
        <w:continuationSeparator/>
      </w:r>
    </w:p>
  </w:footnote>
  <w:footnote w:id="1">
    <w:p w:rsidR="00FB3E24" w:rsidP="00FB3E24" w:rsidRDefault="00FB3E24" w14:paraId="613AD12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86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F5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A30"/>
    <w:rsid w:val="00363F78"/>
    <w:rsid w:val="003A0A5B"/>
    <w:rsid w:val="003A1176"/>
    <w:rsid w:val="003BF7D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26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0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33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586"/>
    <w:rsid w:val="008D3DFB"/>
    <w:rsid w:val="008E64F4"/>
    <w:rsid w:val="008F12C9"/>
    <w:rsid w:val="008F6E29"/>
    <w:rsid w:val="00916188"/>
    <w:rsid w:val="00921F51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5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380"/>
    <w:rsid w:val="00BA6BA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679"/>
    <w:rsid w:val="00C61DC5"/>
    <w:rsid w:val="00C67E92"/>
    <w:rsid w:val="00C70A26"/>
    <w:rsid w:val="00C766DF"/>
    <w:rsid w:val="00C94B98"/>
    <w:rsid w:val="00CA2B96"/>
    <w:rsid w:val="00CA3565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26"/>
    <w:rsid w:val="00D425B2"/>
    <w:rsid w:val="00D428D6"/>
    <w:rsid w:val="00D552B2"/>
    <w:rsid w:val="00D608D1"/>
    <w:rsid w:val="00D74119"/>
    <w:rsid w:val="00D8075B"/>
    <w:rsid w:val="00D8678B"/>
    <w:rsid w:val="00DA190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BB5"/>
    <w:rsid w:val="00E63348"/>
    <w:rsid w:val="00E7083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E24"/>
    <w:rsid w:val="00FB7DBA"/>
    <w:rsid w:val="00FC1C25"/>
    <w:rsid w:val="00FC3F45"/>
    <w:rsid w:val="00FD503F"/>
    <w:rsid w:val="00FD7589"/>
    <w:rsid w:val="00FF016A"/>
    <w:rsid w:val="00FF1401"/>
    <w:rsid w:val="00FF5E7D"/>
    <w:rsid w:val="0825AC64"/>
    <w:rsid w:val="082C5182"/>
    <w:rsid w:val="10DA51CA"/>
    <w:rsid w:val="1739B100"/>
    <w:rsid w:val="299EB363"/>
    <w:rsid w:val="37987C68"/>
    <w:rsid w:val="38262575"/>
    <w:rsid w:val="3C62B0D0"/>
    <w:rsid w:val="3D2BD421"/>
    <w:rsid w:val="4C8574A3"/>
    <w:rsid w:val="53B5733B"/>
    <w:rsid w:val="554CC014"/>
    <w:rsid w:val="5938DF52"/>
    <w:rsid w:val="5FB55E4F"/>
    <w:rsid w:val="6488CF72"/>
    <w:rsid w:val="6676EB16"/>
    <w:rsid w:val="6B3C0745"/>
    <w:rsid w:val="6E916771"/>
    <w:rsid w:val="730B1061"/>
    <w:rsid w:val="79329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B4A3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17</revision>
  <lastPrinted>2019-02-06T12:12:00.0000000Z</lastPrinted>
  <dcterms:created xsi:type="dcterms:W3CDTF">2020-03-10T11:54:00.0000000Z</dcterms:created>
  <dcterms:modified xsi:type="dcterms:W3CDTF">2022-01-24T08:31:31.1026521Z</dcterms:modified>
</coreProperties>
</file>